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D13ECC" w:rsidP="00880F60">
      <w:pPr>
        <w:pStyle w:val="Title"/>
      </w:pPr>
      <w:r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880F60" w:rsidRDefault="00D13ECC" w:rsidP="00CE3109">
      <w:pPr>
        <w:pStyle w:val="Subtitle"/>
      </w:pPr>
      <w:r w:rsidRPr="003F46CB">
        <w:rPr>
          <w:rFonts w:ascii="Georgia" w:eastAsia="Georgia" w:hAnsi="Georgia" w:cs="Georgia"/>
          <w:lang w:val="pt-BR"/>
        </w:rPr>
        <w:t>Termos de fraude</w:t>
      </w:r>
    </w:p>
    <w:p w:rsidR="006309B6" w:rsidRDefault="00D13ECC" w:rsidP="006309B6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Fraude em leilão</w:t>
      </w:r>
    </w:p>
    <w:p w:rsidR="006309B6" w:rsidRDefault="00D13ECC" w:rsidP="006309B6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Fraude financeira</w:t>
      </w:r>
    </w:p>
    <w:p w:rsidR="006309B6" w:rsidRDefault="00D13ECC" w:rsidP="006309B6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Fraude de identidade</w:t>
      </w:r>
    </w:p>
    <w:p w:rsidR="006309B6" w:rsidRDefault="00D13ECC" w:rsidP="006309B6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Fraude em concursos</w:t>
      </w:r>
    </w:p>
    <w:p w:rsidR="006309B6" w:rsidRDefault="00D13ECC" w:rsidP="006309B6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Phishing (fraude eletrônica)</w:t>
      </w:r>
    </w:p>
    <w:p w:rsidR="002F372E" w:rsidRDefault="00D13ECC" w:rsidP="006309B6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Golpes de emprego</w:t>
      </w:r>
    </w:p>
    <w:sectPr w:rsidR="002F372E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ECC" w:rsidRDefault="00D13ECC" w:rsidP="00F21B75">
      <w:pPr>
        <w:spacing w:after="0" w:line="240" w:lineRule="auto"/>
      </w:pPr>
      <w:r>
        <w:separator/>
      </w:r>
    </w:p>
  </w:endnote>
  <w:endnote w:type="continuationSeparator" w:id="0">
    <w:p w:rsidR="00D13ECC" w:rsidRDefault="00D13ECC" w:rsidP="00F2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D13ECC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-1744466</wp:posOffset>
          </wp:positionV>
          <wp:extent cx="1643865" cy="1387011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55C4" w:rsidRPr="006555C4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38.7pt;width:450.75pt;height:64.4pt;z-index:251658240;mso-position-horizontal-relative:text;mso-position-vertical-relative:text" filled="f" stroked="f">
          <v:textbox style="mso-fit-shape-to-text:t" inset="0,0,0,0">
            <w:txbxContent>
              <w:p w:rsidR="00B57CE6" w:rsidRPr="007178D0" w:rsidRDefault="00D13ECC" w:rsidP="00B57CE6">
                <w:pPr>
                  <w:pStyle w:val="Copyright"/>
                  <w:rPr>
                    <w:lang w:val="en-US"/>
                  </w:rPr>
                </w:pPr>
                <w:r w:rsidRPr="00497819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ECC" w:rsidRDefault="00D13ECC" w:rsidP="00F21B75">
      <w:pPr>
        <w:spacing w:after="0" w:line="240" w:lineRule="auto"/>
      </w:pPr>
      <w:r>
        <w:separator/>
      </w:r>
    </w:p>
  </w:footnote>
  <w:footnote w:type="continuationSeparator" w:id="0">
    <w:p w:rsidR="00D13ECC" w:rsidRDefault="00D13ECC" w:rsidP="00F21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F21B75" w:rsidTr="00D27464">
      <w:tc>
        <w:tcPr>
          <w:tcW w:w="5000" w:type="pct"/>
        </w:tcPr>
        <w:p w:rsidR="00B57CE6" w:rsidRPr="009B5B65" w:rsidRDefault="00D615E5" w:rsidP="00B57CE6">
          <w:pPr>
            <w:rPr>
              <w:sz w:val="24"/>
              <w:szCs w:val="24"/>
            </w:rPr>
          </w:pPr>
        </w:p>
      </w:tc>
    </w:tr>
  </w:tbl>
  <w:p w:rsidR="00C55723" w:rsidRPr="00B57CE6" w:rsidRDefault="006555C4" w:rsidP="00B57CE6">
    <w:pPr>
      <w:pStyle w:val="Header"/>
      <w:rPr>
        <w:rFonts w:ascii="Arial" w:hAnsi="Arial" w:cs="Arial"/>
        <w:color w:val="000000" w:themeColor="text1"/>
      </w:rPr>
    </w:pPr>
    <w:hyperlink r:id="rId1" w:history="1">
      <w:r w:rsidR="00D13EC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C5A846A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2FA0E6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1C8703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04687A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79B4716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6C87C5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6124E8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BFEF01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30D0246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2D461FE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A866E60E" w:tentative="1">
      <w:start w:val="1"/>
      <w:numFmt w:val="lowerLetter"/>
      <w:lvlText w:val="%2."/>
      <w:lvlJc w:val="left"/>
      <w:pPr>
        <w:ind w:left="2246" w:hanging="360"/>
      </w:pPr>
    </w:lvl>
    <w:lvl w:ilvl="2" w:tplc="23B41566" w:tentative="1">
      <w:start w:val="1"/>
      <w:numFmt w:val="lowerRoman"/>
      <w:lvlText w:val="%3."/>
      <w:lvlJc w:val="right"/>
      <w:pPr>
        <w:ind w:left="2966" w:hanging="180"/>
      </w:pPr>
    </w:lvl>
    <w:lvl w:ilvl="3" w:tplc="4E1AA780" w:tentative="1">
      <w:start w:val="1"/>
      <w:numFmt w:val="decimal"/>
      <w:lvlText w:val="%4."/>
      <w:lvlJc w:val="left"/>
      <w:pPr>
        <w:ind w:left="3686" w:hanging="360"/>
      </w:pPr>
    </w:lvl>
    <w:lvl w:ilvl="4" w:tplc="7E808264" w:tentative="1">
      <w:start w:val="1"/>
      <w:numFmt w:val="lowerLetter"/>
      <w:lvlText w:val="%5."/>
      <w:lvlJc w:val="left"/>
      <w:pPr>
        <w:ind w:left="4406" w:hanging="360"/>
      </w:pPr>
    </w:lvl>
    <w:lvl w:ilvl="5" w:tplc="E0386D6A" w:tentative="1">
      <w:start w:val="1"/>
      <w:numFmt w:val="lowerRoman"/>
      <w:lvlText w:val="%6."/>
      <w:lvlJc w:val="right"/>
      <w:pPr>
        <w:ind w:left="5126" w:hanging="180"/>
      </w:pPr>
    </w:lvl>
    <w:lvl w:ilvl="6" w:tplc="0BC001A0" w:tentative="1">
      <w:start w:val="1"/>
      <w:numFmt w:val="decimal"/>
      <w:lvlText w:val="%7."/>
      <w:lvlJc w:val="left"/>
      <w:pPr>
        <w:ind w:left="5846" w:hanging="360"/>
      </w:pPr>
    </w:lvl>
    <w:lvl w:ilvl="7" w:tplc="C11E3C10" w:tentative="1">
      <w:start w:val="1"/>
      <w:numFmt w:val="lowerLetter"/>
      <w:lvlText w:val="%8."/>
      <w:lvlJc w:val="left"/>
      <w:pPr>
        <w:ind w:left="6566" w:hanging="360"/>
      </w:pPr>
    </w:lvl>
    <w:lvl w:ilvl="8" w:tplc="9B00F9C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CAD62AB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B70AAD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2185E8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3E28A1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DA8554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BBF8CF6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1680DA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66F07F1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9AC464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AE2085C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AFC001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49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3E08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54D7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887E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CA18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EFC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F2E6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046030C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4A8E90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243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C05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85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B4B5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2DD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E69B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22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F21B75"/>
    <w:rsid w:val="006555C4"/>
    <w:rsid w:val="00D13ECC"/>
    <w:rsid w:val="00D615E5"/>
    <w:rsid w:val="00D80D80"/>
    <w:rsid w:val="00F21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C53CD-4CC7-4565-8D28-96E06234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pujar481</dc:creator>
  <dc:description>A4 Proposal template</dc:description>
  <cp:lastModifiedBy>agates</cp:lastModifiedBy>
  <cp:revision>2</cp:revision>
  <cp:lastPrinted>2012-06-27T20:58:00Z</cp:lastPrinted>
  <dcterms:created xsi:type="dcterms:W3CDTF">2012-12-25T22:01:00Z</dcterms:created>
  <dcterms:modified xsi:type="dcterms:W3CDTF">2012-12-25T22:01:00Z</dcterms:modified>
</cp:coreProperties>
</file>